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E960BB" w:rsidR="006E5D65" w:rsidP="002D3375" w:rsidRDefault="00997F14" w14:paraId="6C209650" wp14:textId="77777777">
      <w:pPr>
        <w:spacing w:line="240" w:lineRule="auto"/>
        <w:jc w:val="right"/>
        <w:rPr>
          <w:rFonts w:ascii="Corbel" w:hAnsi="Corbel"/>
          <w:bCs/>
          <w:i/>
        </w:rPr>
      </w:pPr>
      <w:bookmarkStart w:name="_GoBack" w:id="0"/>
      <w:bookmarkEnd w:id="0"/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xmlns:wp14="http://schemas.microsoft.com/office/word/2010/wordml" w:rsidRPr="009C54AE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85747A" w:rsidP="3ACFB935" w:rsidRDefault="0071620A" w14:paraId="58D9685F" wp14:textId="40BF8A39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3ACFB935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3ACFB935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3ACFB935" w:rsidR="00331EFF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3ACFB935" w:rsidR="0099156A">
        <w:rPr>
          <w:rFonts w:ascii="Corbel" w:hAnsi="Corbel"/>
          <w:i w:val="1"/>
          <w:iCs w:val="1"/>
          <w:smallCaps w:val="1"/>
          <w:sz w:val="24"/>
          <w:szCs w:val="24"/>
        </w:rPr>
        <w:t>21</w:t>
      </w:r>
      <w:r w:rsidRPr="3ACFB935" w:rsidR="58356DB1">
        <w:rPr>
          <w:rFonts w:ascii="Corbel" w:hAnsi="Corbel"/>
          <w:i w:val="1"/>
          <w:iCs w:val="1"/>
          <w:smallCaps w:val="1"/>
          <w:sz w:val="24"/>
          <w:szCs w:val="24"/>
        </w:rPr>
        <w:t>-</w:t>
      </w:r>
      <w:r w:rsidRPr="3ACFB935" w:rsidR="00331EFF">
        <w:rPr>
          <w:rFonts w:ascii="Corbel" w:hAnsi="Corbel"/>
          <w:i w:val="1"/>
          <w:iCs w:val="1"/>
          <w:smallCaps w:val="1"/>
          <w:sz w:val="24"/>
          <w:szCs w:val="24"/>
        </w:rPr>
        <w:t>202</w:t>
      </w:r>
      <w:r w:rsidRPr="3ACFB935" w:rsidR="0099156A">
        <w:rPr>
          <w:rFonts w:ascii="Corbel" w:hAnsi="Corbel"/>
          <w:i w:val="1"/>
          <w:iCs w:val="1"/>
          <w:smallCaps w:val="1"/>
          <w:sz w:val="24"/>
          <w:szCs w:val="24"/>
        </w:rPr>
        <w:t>4</w:t>
      </w:r>
    </w:p>
    <w:p xmlns:wp14="http://schemas.microsoft.com/office/word/2010/wordml" w:rsidR="0085747A" w:rsidP="00EA4832" w:rsidRDefault="00EA4832" w14:paraId="24E8696B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EA4832" w:rsidR="00445970" w:rsidP="00EA4832" w:rsidRDefault="00445970" w14:paraId="0F05DE12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 </w:t>
      </w:r>
      <w:r w:rsidR="00501E75">
        <w:rPr>
          <w:rFonts w:ascii="Corbel" w:hAnsi="Corbel"/>
          <w:sz w:val="20"/>
          <w:szCs w:val="20"/>
        </w:rPr>
        <w:t>202</w:t>
      </w:r>
      <w:r w:rsidR="0099156A">
        <w:rPr>
          <w:rFonts w:ascii="Corbel" w:hAnsi="Corbel"/>
          <w:sz w:val="20"/>
          <w:szCs w:val="20"/>
        </w:rPr>
        <w:t>2/2023</w:t>
      </w:r>
    </w:p>
    <w:p xmlns:wp14="http://schemas.microsoft.com/office/word/2010/wordml" w:rsidRPr="009C54AE" w:rsidR="0085747A" w:rsidP="009C54AE" w:rsidRDefault="0085747A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9C54AE" w:rsidR="00430F21" w:rsidTr="00696743" w14:paraId="4AD34995" wp14:textId="77777777">
        <w:tc>
          <w:tcPr>
            <w:tcW w:w="2694" w:type="dxa"/>
            <w:vAlign w:val="center"/>
          </w:tcPr>
          <w:p w:rsidRPr="00A4478E" w:rsidR="00430F21" w:rsidP="00696743" w:rsidRDefault="00430F21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430F21" w:rsidP="00696743" w:rsidRDefault="00430F21" w14:paraId="68F4640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 rodzinne i opiekuńcze</w:t>
            </w:r>
          </w:p>
        </w:tc>
      </w:tr>
      <w:tr xmlns:wp14="http://schemas.microsoft.com/office/word/2010/wordml" w:rsidRPr="009C54AE" w:rsidR="00430F21" w:rsidTr="00696743" w14:paraId="360114FF" wp14:textId="77777777">
        <w:tc>
          <w:tcPr>
            <w:tcW w:w="2694" w:type="dxa"/>
            <w:vAlign w:val="center"/>
          </w:tcPr>
          <w:p w:rsidRPr="00A4478E" w:rsidR="00430F21" w:rsidP="00696743" w:rsidRDefault="00430F21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Pr="009C54AE" w:rsidR="00430F21" w:rsidP="00696743" w:rsidRDefault="00430F21" w14:paraId="70910FF3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31EFF">
              <w:rPr>
                <w:rFonts w:ascii="Corbel" w:hAnsi="Corbel"/>
                <w:b w:val="0"/>
                <w:sz w:val="24"/>
                <w:szCs w:val="24"/>
              </w:rPr>
              <w:t>P1S[3]O_07</w:t>
            </w:r>
          </w:p>
        </w:tc>
      </w:tr>
      <w:tr xmlns:wp14="http://schemas.microsoft.com/office/word/2010/wordml" w:rsidRPr="009C54AE" w:rsidR="00430F21" w:rsidTr="00696743" w14:paraId="5C0172EC" wp14:textId="77777777">
        <w:tc>
          <w:tcPr>
            <w:tcW w:w="2694" w:type="dxa"/>
            <w:vAlign w:val="center"/>
          </w:tcPr>
          <w:p w:rsidRPr="00A4478E" w:rsidR="00430F21" w:rsidP="00696743" w:rsidRDefault="00430F21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Pr="009C54AE" w:rsidR="00430F21" w:rsidP="00696743" w:rsidRDefault="00430F21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430F21" w:rsidTr="00696743" w14:paraId="688ADA46" wp14:textId="77777777">
        <w:tc>
          <w:tcPr>
            <w:tcW w:w="2694" w:type="dxa"/>
            <w:vAlign w:val="center"/>
          </w:tcPr>
          <w:p w:rsidRPr="00A4478E" w:rsidR="00430F21" w:rsidP="00696743" w:rsidRDefault="00430F21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430F21" w:rsidP="00696743" w:rsidRDefault="00430F21" w14:paraId="6EA0F7F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xmlns:wp14="http://schemas.microsoft.com/office/word/2010/wordml" w:rsidRPr="009C54AE" w:rsidR="00430F21" w:rsidTr="00696743" w14:paraId="4DAAD0C5" wp14:textId="77777777">
        <w:tc>
          <w:tcPr>
            <w:tcW w:w="2694" w:type="dxa"/>
            <w:vAlign w:val="center"/>
          </w:tcPr>
          <w:p w:rsidRPr="00A4478E" w:rsidR="00430F21" w:rsidP="00696743" w:rsidRDefault="00430F21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430F21" w:rsidP="0099156A" w:rsidRDefault="00430F21" w14:paraId="0966518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Praca </w:t>
            </w:r>
            <w:r w:rsidR="0099156A">
              <w:rPr>
                <w:rFonts w:ascii="Corbel" w:hAnsi="Corbel"/>
                <w:b w:val="0"/>
                <w:sz w:val="24"/>
                <w:szCs w:val="24"/>
              </w:rPr>
              <w:t>s</w:t>
            </w:r>
            <w:r>
              <w:rPr>
                <w:rFonts w:ascii="Corbel" w:hAnsi="Corbel"/>
                <w:b w:val="0"/>
                <w:sz w:val="24"/>
                <w:szCs w:val="24"/>
              </w:rPr>
              <w:t>ocjalna</w:t>
            </w:r>
          </w:p>
        </w:tc>
      </w:tr>
      <w:tr xmlns:wp14="http://schemas.microsoft.com/office/word/2010/wordml" w:rsidRPr="009C54AE" w:rsidR="00430F21" w:rsidTr="00696743" w14:paraId="1CF479FC" wp14:textId="77777777">
        <w:tc>
          <w:tcPr>
            <w:tcW w:w="2694" w:type="dxa"/>
            <w:vAlign w:val="center"/>
          </w:tcPr>
          <w:p w:rsidRPr="00A4478E" w:rsidR="00430F21" w:rsidP="00696743" w:rsidRDefault="00430F21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430F21" w:rsidP="00696743" w:rsidRDefault="00430F21" w14:paraId="5402E90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xmlns:wp14="http://schemas.microsoft.com/office/word/2010/wordml" w:rsidRPr="009C54AE" w:rsidR="00430F21" w:rsidTr="00696743" w14:paraId="020B26A7" wp14:textId="77777777">
        <w:tc>
          <w:tcPr>
            <w:tcW w:w="2694" w:type="dxa"/>
            <w:vAlign w:val="center"/>
          </w:tcPr>
          <w:p w:rsidRPr="00A4478E" w:rsidR="00430F21" w:rsidP="00696743" w:rsidRDefault="00430F21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430F21" w:rsidP="00696743" w:rsidRDefault="0099156A" w14:paraId="4FFABF2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430F21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xmlns:wp14="http://schemas.microsoft.com/office/word/2010/wordml" w:rsidRPr="009C54AE" w:rsidR="00430F21" w:rsidTr="00696743" w14:paraId="7081EB6B" wp14:textId="77777777">
        <w:tc>
          <w:tcPr>
            <w:tcW w:w="2694" w:type="dxa"/>
            <w:vAlign w:val="center"/>
          </w:tcPr>
          <w:p w:rsidRPr="00A4478E" w:rsidR="00430F21" w:rsidP="00696743" w:rsidRDefault="00430F21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430F21" w:rsidP="00696743" w:rsidRDefault="0099156A" w14:paraId="66027121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30F21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xmlns:wp14="http://schemas.microsoft.com/office/word/2010/wordml" w:rsidRPr="009C54AE" w:rsidR="00430F21" w:rsidTr="00696743" w14:paraId="3E1D7E45" wp14:textId="77777777">
        <w:tc>
          <w:tcPr>
            <w:tcW w:w="2694" w:type="dxa"/>
            <w:vAlign w:val="center"/>
          </w:tcPr>
          <w:p w:rsidRPr="00A4478E" w:rsidR="00430F21" w:rsidP="00696743" w:rsidRDefault="00430F21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Pr="009C54AE" w:rsidR="00430F21" w:rsidP="0099156A" w:rsidRDefault="00430F21" w14:paraId="09F676D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99156A">
              <w:rPr>
                <w:rFonts w:ascii="Corbel" w:hAnsi="Corbel"/>
                <w:b w:val="0"/>
                <w:sz w:val="24"/>
                <w:szCs w:val="24"/>
              </w:rPr>
              <w:t>2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III</w:t>
            </w:r>
          </w:p>
        </w:tc>
      </w:tr>
      <w:tr xmlns:wp14="http://schemas.microsoft.com/office/word/2010/wordml" w:rsidRPr="009C54AE" w:rsidR="00430F21" w:rsidTr="00696743" w14:paraId="5C0A4B7F" wp14:textId="77777777">
        <w:tc>
          <w:tcPr>
            <w:tcW w:w="2694" w:type="dxa"/>
            <w:vAlign w:val="center"/>
          </w:tcPr>
          <w:p w:rsidRPr="00A4478E" w:rsidR="00430F21" w:rsidP="00696743" w:rsidRDefault="00430F21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430F21" w:rsidP="00696743" w:rsidRDefault="00430F21" w14:paraId="53A4BF8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xmlns:wp14="http://schemas.microsoft.com/office/word/2010/wordml" w:rsidRPr="009C54AE" w:rsidR="00430F21" w:rsidTr="00696743" w14:paraId="73F51518" wp14:textId="77777777">
        <w:tc>
          <w:tcPr>
            <w:tcW w:w="2694" w:type="dxa"/>
            <w:vAlign w:val="center"/>
          </w:tcPr>
          <w:p w:rsidRPr="00A4478E" w:rsidR="00430F21" w:rsidP="00696743" w:rsidRDefault="00430F21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430F21" w:rsidP="00696743" w:rsidRDefault="0099156A" w14:paraId="4176AF8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</w:t>
            </w:r>
            <w:r w:rsidR="00430F21">
              <w:rPr>
                <w:rFonts w:ascii="Corbel" w:hAnsi="Corbel"/>
                <w:b w:val="0"/>
                <w:sz w:val="24"/>
                <w:szCs w:val="24"/>
              </w:rPr>
              <w:t xml:space="preserve"> polski</w:t>
            </w:r>
          </w:p>
        </w:tc>
      </w:tr>
      <w:tr xmlns:wp14="http://schemas.microsoft.com/office/word/2010/wordml" w:rsidRPr="009C54AE" w:rsidR="00430F21" w:rsidTr="00696743" w14:paraId="2310BFDC" wp14:textId="77777777">
        <w:tc>
          <w:tcPr>
            <w:tcW w:w="2694" w:type="dxa"/>
            <w:vAlign w:val="center"/>
          </w:tcPr>
          <w:p w:rsidRPr="00A4478E" w:rsidR="00430F21" w:rsidP="00696743" w:rsidRDefault="00430F21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430F21" w:rsidP="00696743" w:rsidRDefault="00430F21" w14:paraId="7A557CE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  <w:tr xmlns:wp14="http://schemas.microsoft.com/office/word/2010/wordml" w:rsidRPr="009C54AE" w:rsidR="00430F21" w:rsidTr="00696743" w14:paraId="05E44CC5" wp14:textId="77777777">
        <w:tc>
          <w:tcPr>
            <w:tcW w:w="2694" w:type="dxa"/>
            <w:vAlign w:val="center"/>
          </w:tcPr>
          <w:p w:rsidRPr="00A4478E" w:rsidR="00430F21" w:rsidP="00696743" w:rsidRDefault="00430F21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430F21" w:rsidP="00696743" w:rsidRDefault="00430F21" w14:paraId="067447C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</w:tbl>
    <w:p xmlns:wp14="http://schemas.microsoft.com/office/word/2010/wordml" w:rsidR="00430F21" w:rsidP="009C54AE" w:rsidRDefault="00430F21" w14:paraId="0A37501D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</w:p>
    <w:p xmlns:wp14="http://schemas.microsoft.com/office/word/2010/wordml" w:rsidRPr="009C54AE" w:rsidR="0085747A" w:rsidP="009C54AE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923D7D" w:rsidP="009C54AE" w:rsidRDefault="00923D7D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9C54AE" w:rsidR="00923D7D" w:rsidP="009C54AE" w:rsidRDefault="00923D7D" w14:paraId="02EB378F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xmlns:wp14="http://schemas.microsoft.com/office/word/2010/wordml" w:rsidRPr="009C54AE" w:rsidR="00015B8F" w:rsidTr="00C766DF" w14:paraId="4A00F406" wp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A1503"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A1503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Pr="000A1503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A1503">
              <w:rPr>
                <w:rFonts w:ascii="Corbel" w:hAnsi="Corbel"/>
                <w:szCs w:val="24"/>
                <w:lang w:val="pl-PL" w:eastAsia="en-US"/>
              </w:rPr>
              <w:t>(</w:t>
            </w:r>
            <w:r w:rsidRPr="000A1503" w:rsidR="00363F78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A1503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A1503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0A1503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A1503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A1503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A1503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A1503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0A1503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A1503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A1503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A1503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A1503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0A1503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A1503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A1503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A1503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A1503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0A1503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A1503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A1503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0A1503" w:rsidR="00015B8F" w:rsidP="009C54AE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0A1503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Pr="000A1503" w:rsidR="00B90885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0A1503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xmlns:wp14="http://schemas.microsoft.com/office/word/2010/wordml" w:rsidRPr="009C54AE" w:rsidR="00015B8F" w:rsidTr="0099156A" w14:paraId="120F4708" wp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9156A" w:rsidRDefault="00537973" w14:paraId="69CE75A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501E75" w14:paraId="5007C90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F030F6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E27B00A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0061E4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537973" w14:paraId="5FCD5EC4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9C54AE" w:rsidR="00923D7D" w:rsidP="009C54AE" w:rsidRDefault="00923D7D" w14:paraId="44EAFD9C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923D7D" w:rsidP="009C54AE" w:rsidRDefault="00923D7D" w14:paraId="4B94D5A5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9C54AE" w:rsidR="0085747A" w:rsidP="00F83B28" w:rsidRDefault="0099156A" w14:paraId="679C2965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Pr="0099156A" w:rsidR="00331EFF">
        <w:rPr>
          <w:rFonts w:hint="eastAsia" w:ascii="MS Gothic" w:hAnsi="MS Gothic" w:eastAsia="MS Gothic" w:cs="MS Gothic"/>
          <w:szCs w:val="24"/>
        </w:rPr>
        <w:t>x</w:t>
      </w:r>
      <w:r w:rsidR="00331EFF">
        <w:rPr>
          <w:rFonts w:ascii="MS Gothic" w:hAnsi="MS Gothic" w:eastAsia="MS Gothic" w:cs="MS Gothic"/>
          <w:b w:val="0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9C54AE" w:rsidR="0085747A" w:rsidP="00F83B28" w:rsidRDefault="0085747A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85747A" w:rsidP="009C54AE" w:rsidRDefault="0085747A" w14:paraId="3DEEC669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E22FBC" w:rsidP="00F83B28" w:rsidRDefault="00E22FBC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="009C54AE" w:rsidP="009C54AE" w:rsidRDefault="009C54AE" w14:paraId="3656B9AB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E960BB" w:rsidP="3ACFB935" w:rsidRDefault="00E960BB" w14:paraId="45FB0818" wp14:textId="4ABEE6C7">
      <w:pPr>
        <w:pStyle w:val="Punktygwne"/>
        <w:spacing w:before="0" w:after="0"/>
        <w:rPr>
          <w:rFonts w:ascii="Corbel" w:hAnsi="Corbel"/>
          <w:b w:val="0"/>
          <w:bCs w:val="0"/>
        </w:rPr>
      </w:pPr>
      <w:r w:rsidRPr="3ACFB935" w:rsidR="53971AE6">
        <w:rPr>
          <w:rFonts w:ascii="Corbel" w:hAnsi="Corbel"/>
          <w:b w:val="0"/>
          <w:bCs w:val="0"/>
        </w:rPr>
        <w:t>ZALICZENIE Z OCENĄ</w:t>
      </w:r>
    </w:p>
    <w:p w:rsidR="3ACFB935" w:rsidP="3ACFB935" w:rsidRDefault="3ACFB935" w14:paraId="0E2BA41D" w14:textId="2122B93F">
      <w:pPr>
        <w:pStyle w:val="Punktygwne"/>
        <w:spacing w:before="0" w:after="0"/>
        <w:rPr>
          <w:rFonts w:ascii="Corbel" w:hAnsi="Corbel"/>
          <w:b w:val="0"/>
          <w:bCs w:val="0"/>
        </w:rPr>
      </w:pPr>
    </w:p>
    <w:p xmlns:wp14="http://schemas.microsoft.com/office/word/2010/wordml" w:rsidRPr="009C54AE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0745302" w14:paraId="46F3B2A1" wp14:textId="77777777">
        <w:tc>
          <w:tcPr>
            <w:tcW w:w="9670" w:type="dxa"/>
          </w:tcPr>
          <w:p w:rsidRPr="009C54AE" w:rsidR="0085747A" w:rsidP="0099156A" w:rsidRDefault="0099156A" w14:paraId="761403BE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z przedmiotów: „Teoria pracy socjalnej”, „Aksjologia pracy socjalnej”, „Wprowadzenie do pracy socjalnej”</w:t>
            </w:r>
          </w:p>
        </w:tc>
      </w:tr>
    </w:tbl>
    <w:p xmlns:wp14="http://schemas.microsoft.com/office/word/2010/wordml" w:rsidR="00153C41" w:rsidP="009C54AE" w:rsidRDefault="00153C41" w14:paraId="049F31C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85747A" w:rsidP="009C54AE" w:rsidRDefault="0071620A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C05F44" w:rsidR="0085747A" w:rsidP="009C54AE" w:rsidRDefault="0085747A" w14:paraId="53128261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85747A" w:rsidP="009C54AE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F83B28" w:rsidP="009C54AE" w:rsidRDefault="00F83B28" w14:paraId="62486C05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xmlns:wp14="http://schemas.microsoft.com/office/word/2010/wordml" w:rsidRPr="009C54AE" w:rsidR="00F030F6" w:rsidTr="650633C6" w14:paraId="53B8AC08" wp14:textId="77777777">
        <w:tc>
          <w:tcPr>
            <w:tcW w:w="851" w:type="dxa"/>
            <w:tcMar/>
            <w:vAlign w:val="center"/>
          </w:tcPr>
          <w:p w:rsidRPr="00F14118" w:rsidR="00F030F6" w:rsidP="00696743" w:rsidRDefault="00F030F6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141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tcMar/>
            <w:vAlign w:val="center"/>
          </w:tcPr>
          <w:p w:rsidRPr="0099156A" w:rsidR="00F030F6" w:rsidP="650633C6" w:rsidRDefault="00EC6775" w14:paraId="24FD2E17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650633C6" w:rsidR="00EC6775">
              <w:rPr>
                <w:rStyle w:val="wrtext"/>
                <w:rFonts w:ascii="Corbel" w:hAnsi="Corbel"/>
                <w:sz w:val="24"/>
                <w:szCs w:val="24"/>
              </w:rPr>
              <w:t>Zapoznanie studenta z podstawowymi zagadnienia</w:t>
            </w:r>
            <w:r w:rsidRPr="650633C6" w:rsidR="0099156A">
              <w:rPr>
                <w:rStyle w:val="wrtext"/>
                <w:rFonts w:ascii="Corbel" w:hAnsi="Corbel"/>
                <w:sz w:val="24"/>
                <w:szCs w:val="24"/>
              </w:rPr>
              <w:t>mi</w:t>
            </w:r>
            <w:r w:rsidRPr="650633C6" w:rsidR="00EC6775">
              <w:rPr>
                <w:rStyle w:val="wrtext"/>
                <w:rFonts w:ascii="Corbel" w:hAnsi="Corbel"/>
                <w:sz w:val="24"/>
                <w:szCs w:val="24"/>
              </w:rPr>
              <w:t>, pojęcia</w:t>
            </w:r>
            <w:r w:rsidRPr="650633C6" w:rsidR="0099156A">
              <w:rPr>
                <w:rStyle w:val="wrtext"/>
                <w:rFonts w:ascii="Corbel" w:hAnsi="Corbel"/>
                <w:sz w:val="24"/>
                <w:szCs w:val="24"/>
              </w:rPr>
              <w:t>mi</w:t>
            </w:r>
            <w:r w:rsidRPr="650633C6" w:rsidR="00EC6775">
              <w:rPr>
                <w:rStyle w:val="wrtext"/>
                <w:rFonts w:ascii="Corbel" w:hAnsi="Corbel"/>
                <w:sz w:val="24"/>
                <w:szCs w:val="24"/>
              </w:rPr>
              <w:t xml:space="preserve"> i inst</w:t>
            </w:r>
            <w:r w:rsidRPr="650633C6" w:rsidR="0099156A">
              <w:rPr>
                <w:rStyle w:val="wrtext"/>
                <w:rFonts w:ascii="Corbel" w:hAnsi="Corbel"/>
                <w:sz w:val="24"/>
                <w:szCs w:val="24"/>
              </w:rPr>
              <w:t>ytucjami prawa, a </w:t>
            </w:r>
            <w:r w:rsidRPr="650633C6" w:rsidR="00EC6775">
              <w:rPr>
                <w:rStyle w:val="wrtext"/>
                <w:rFonts w:ascii="Corbel" w:hAnsi="Corbel"/>
                <w:sz w:val="24"/>
                <w:szCs w:val="24"/>
              </w:rPr>
              <w:t>w szczególności z regulacjami prawa rodzinnego, prawa dotyczącego rodziny oraz prawa opiekuńcze</w:t>
            </w:r>
            <w:r w:rsidRPr="650633C6" w:rsidR="0099156A">
              <w:rPr>
                <w:rStyle w:val="wrtext"/>
                <w:rFonts w:ascii="Corbel" w:hAnsi="Corbel"/>
                <w:sz w:val="24"/>
                <w:szCs w:val="24"/>
              </w:rPr>
              <w:t>go</w:t>
            </w:r>
          </w:p>
        </w:tc>
      </w:tr>
      <w:tr xmlns:wp14="http://schemas.microsoft.com/office/word/2010/wordml" w:rsidRPr="009C54AE" w:rsidR="00F030F6" w:rsidTr="650633C6" w14:paraId="281FE808" wp14:textId="77777777">
        <w:tc>
          <w:tcPr>
            <w:tcW w:w="851" w:type="dxa"/>
            <w:tcMar/>
            <w:vAlign w:val="center"/>
          </w:tcPr>
          <w:p w:rsidRPr="00F14118" w:rsidR="00F030F6" w:rsidP="00696743" w:rsidRDefault="00F030F6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14118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tcMar/>
            <w:vAlign w:val="center"/>
          </w:tcPr>
          <w:p w:rsidRPr="0099156A" w:rsidR="00F030F6" w:rsidP="650633C6" w:rsidRDefault="0099156A" w14:paraId="4F4B6DF5" wp14:textId="77777777">
            <w:pPr>
              <w:pStyle w:val="Podpunkty"/>
              <w:spacing w:before="40" w:after="40"/>
              <w:ind w:left="0"/>
              <w:jc w:val="both"/>
              <w:rPr>
                <w:rFonts w:ascii="Corbel" w:hAnsi="Corbel"/>
                <w:b w:val="0"/>
                <w:bCs w:val="0"/>
                <w:sz w:val="24"/>
                <w:szCs w:val="24"/>
                <w:lang w:val="pl-PL"/>
              </w:rPr>
            </w:pPr>
            <w:r w:rsidRPr="650633C6" w:rsidR="0099156A">
              <w:rPr>
                <w:rStyle w:val="wrtext"/>
                <w:rFonts w:ascii="Corbel" w:hAnsi="Corbel"/>
                <w:b w:val="0"/>
                <w:bCs w:val="0"/>
                <w:sz w:val="24"/>
                <w:szCs w:val="24"/>
                <w:lang w:val="pl-PL"/>
              </w:rPr>
              <w:t>W</w:t>
            </w:r>
            <w:r w:rsidRPr="650633C6" w:rsidR="0099156A">
              <w:rPr>
                <w:rStyle w:val="wrtext"/>
                <w:rFonts w:ascii="Corbel" w:hAnsi="Corbel"/>
                <w:b w:val="0"/>
                <w:bCs w:val="0"/>
                <w:sz w:val="24"/>
                <w:szCs w:val="24"/>
              </w:rPr>
              <w:t>yposażenie</w:t>
            </w:r>
            <w:r w:rsidRPr="650633C6" w:rsidR="00EC6775">
              <w:rPr>
                <w:rStyle w:val="wrtext"/>
                <w:rFonts w:ascii="Corbel" w:hAnsi="Corbel"/>
                <w:b w:val="0"/>
                <w:bCs w:val="0"/>
                <w:sz w:val="24"/>
                <w:szCs w:val="24"/>
              </w:rPr>
              <w:t xml:space="preserve"> studentów w wiedzę dotyczącą podstawowych problemów prawa rodzinnego</w:t>
            </w:r>
            <w:r w:rsidRPr="650633C6" w:rsidR="0099156A">
              <w:rPr>
                <w:rStyle w:val="wrtext"/>
                <w:rFonts w:ascii="Corbel" w:hAnsi="Corbel"/>
                <w:b w:val="0"/>
                <w:bCs w:val="0"/>
                <w:sz w:val="24"/>
                <w:szCs w:val="24"/>
                <w:lang w:val="pl-PL"/>
              </w:rPr>
              <w:t>:</w:t>
            </w:r>
            <w:r w:rsidRPr="650633C6" w:rsidR="00EC6775">
              <w:rPr>
                <w:rStyle w:val="wrtext"/>
                <w:rFonts w:ascii="Corbel" w:hAnsi="Corbel"/>
                <w:b w:val="0"/>
                <w:bCs w:val="0"/>
                <w:sz w:val="24"/>
                <w:szCs w:val="24"/>
              </w:rPr>
              <w:t xml:space="preserve"> opieki i kurateli, prawa małżeńskiego, pochodzeni</w:t>
            </w:r>
            <w:r w:rsidRPr="650633C6" w:rsidR="004071AE">
              <w:rPr>
                <w:rStyle w:val="wrtext"/>
                <w:rFonts w:ascii="Corbel" w:hAnsi="Corbel"/>
                <w:b w:val="0"/>
                <w:bCs w:val="0"/>
                <w:sz w:val="24"/>
                <w:szCs w:val="24"/>
                <w:lang w:val="pl-PL"/>
              </w:rPr>
              <w:t>a</w:t>
            </w:r>
            <w:r w:rsidRPr="650633C6" w:rsidR="00EC6775">
              <w:rPr>
                <w:rStyle w:val="wrtext"/>
                <w:rFonts w:ascii="Corbel" w:hAnsi="Corbel"/>
                <w:b w:val="0"/>
                <w:bCs w:val="0"/>
                <w:sz w:val="24"/>
                <w:szCs w:val="24"/>
              </w:rPr>
              <w:t xml:space="preserve"> dziecka, władzy rodzicielskiej, przysposobienia, pieczy zastępczej, obowiązku alimentacyjnego</w:t>
            </w:r>
          </w:p>
        </w:tc>
      </w:tr>
      <w:tr xmlns:wp14="http://schemas.microsoft.com/office/word/2010/wordml" w:rsidRPr="009C54AE" w:rsidR="00F030F6" w:rsidTr="650633C6" w14:paraId="3224C460" wp14:textId="77777777">
        <w:tc>
          <w:tcPr>
            <w:tcW w:w="851" w:type="dxa"/>
            <w:tcMar/>
            <w:vAlign w:val="center"/>
          </w:tcPr>
          <w:p w:rsidRPr="00F14118" w:rsidR="00F030F6" w:rsidP="00696743" w:rsidRDefault="00F030F6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14118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tcMar/>
            <w:vAlign w:val="center"/>
          </w:tcPr>
          <w:p w:rsidRPr="0099156A" w:rsidR="00F030F6" w:rsidP="650633C6" w:rsidRDefault="004071AE" w14:paraId="5E5E410D" wp14:textId="77777777">
            <w:pPr>
              <w:pStyle w:val="Podpunkty"/>
              <w:spacing w:before="40" w:after="40"/>
              <w:ind w:left="0"/>
              <w:jc w:val="both"/>
              <w:rPr>
                <w:rFonts w:ascii="Corbel" w:hAnsi="Corbel"/>
                <w:b w:val="0"/>
                <w:bCs w:val="0"/>
                <w:sz w:val="24"/>
                <w:szCs w:val="24"/>
                <w:lang w:val="pl-PL"/>
              </w:rPr>
            </w:pPr>
            <w:r w:rsidRPr="650633C6" w:rsidR="004071AE">
              <w:rPr>
                <w:rStyle w:val="wrtext"/>
                <w:rFonts w:ascii="Corbel" w:hAnsi="Corbel"/>
                <w:b w:val="0"/>
                <w:bCs w:val="0"/>
                <w:sz w:val="24"/>
                <w:szCs w:val="24"/>
                <w:lang w:val="pl-PL"/>
              </w:rPr>
              <w:t>U</w:t>
            </w:r>
            <w:r w:rsidRPr="650633C6" w:rsidR="00EC6775">
              <w:rPr>
                <w:rStyle w:val="wrtext"/>
                <w:rFonts w:ascii="Corbel" w:hAnsi="Corbel"/>
                <w:b w:val="0"/>
                <w:bCs w:val="0"/>
                <w:sz w:val="24"/>
                <w:szCs w:val="24"/>
              </w:rPr>
              <w:t>kazanie charakterystycznych dla tej gałęzi prawa instytucji oraz procedur postępowania przed organami przyznającymi świadczenia</w:t>
            </w:r>
          </w:p>
        </w:tc>
      </w:tr>
      <w:tr xmlns:wp14="http://schemas.microsoft.com/office/word/2010/wordml" w:rsidRPr="009C54AE" w:rsidR="00F030F6" w:rsidTr="650633C6" w14:paraId="41012D06" wp14:textId="77777777">
        <w:tc>
          <w:tcPr>
            <w:tcW w:w="851" w:type="dxa"/>
            <w:tcMar/>
            <w:vAlign w:val="center"/>
          </w:tcPr>
          <w:p w:rsidRPr="00F14118" w:rsidR="00F030F6" w:rsidP="00696743" w:rsidRDefault="00F030F6" w14:paraId="7C12F916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14118"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tcMar/>
            <w:vAlign w:val="center"/>
          </w:tcPr>
          <w:p w:rsidRPr="0099156A" w:rsidR="00F030F6" w:rsidP="650633C6" w:rsidRDefault="004071AE" w14:paraId="74C76ADE" wp14:textId="77777777">
            <w:pPr>
              <w:pStyle w:val="Podpunkty"/>
              <w:spacing w:before="40" w:after="40"/>
              <w:ind w:left="0"/>
              <w:jc w:val="both"/>
              <w:rPr>
                <w:rFonts w:ascii="Corbel" w:hAnsi="Corbel"/>
                <w:b w:val="0"/>
                <w:bCs w:val="0"/>
                <w:sz w:val="24"/>
                <w:szCs w:val="24"/>
                <w:lang w:val="pl-PL"/>
              </w:rPr>
            </w:pPr>
            <w:r w:rsidRPr="650633C6" w:rsidR="004071AE">
              <w:rPr>
                <w:rStyle w:val="wrtext"/>
                <w:rFonts w:ascii="Corbel" w:hAnsi="Corbel"/>
                <w:b w:val="0"/>
                <w:bCs w:val="0"/>
                <w:sz w:val="24"/>
                <w:szCs w:val="24"/>
                <w:lang w:val="pl-PL"/>
              </w:rPr>
              <w:t>Z</w:t>
            </w:r>
            <w:r w:rsidRPr="650633C6" w:rsidR="00EC6775">
              <w:rPr>
                <w:rStyle w:val="wrtext"/>
                <w:rFonts w:ascii="Corbel" w:hAnsi="Corbel"/>
                <w:b w:val="0"/>
                <w:bCs w:val="0"/>
                <w:sz w:val="24"/>
                <w:szCs w:val="24"/>
              </w:rPr>
              <w:t>dobycie przez studenta umiejętności posługiwania się tekstem prawnym, poprawnej interpretacji przepisów prawa oraz zastosowania uzyskanej wiedzy przy rozwiązywaniu zadanych problemów praktycznych.</w:t>
            </w:r>
          </w:p>
        </w:tc>
      </w:tr>
    </w:tbl>
    <w:p xmlns:wp14="http://schemas.microsoft.com/office/word/2010/wordml" w:rsidRPr="009C54AE" w:rsidR="0085747A" w:rsidP="009C54AE" w:rsidRDefault="0085747A" w14:paraId="4101652C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1D7B54" w:rsidP="009C54AE" w:rsidRDefault="009F4610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1D7B54" w:rsidP="009C54AE" w:rsidRDefault="001D7B54" w14:paraId="4B99056E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xmlns:wp14="http://schemas.microsoft.com/office/word/2010/wordml" w:rsidRPr="009C54AE" w:rsidR="0085747A" w:rsidTr="650633C6" w14:paraId="61F38664" wp14:textId="77777777">
        <w:tc>
          <w:tcPr>
            <w:tcW w:w="1701" w:type="dxa"/>
            <w:tcMar/>
            <w:vAlign w:val="center"/>
          </w:tcPr>
          <w:p w:rsidRPr="009C54AE" w:rsidR="0085747A" w:rsidP="009C54AE" w:rsidRDefault="0085747A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9C54AE" w:rsidR="0085747A" w:rsidP="00C05F44" w:rsidRDefault="0085747A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9C54AE" w:rsidR="0085747A" w:rsidP="00C05F44" w:rsidRDefault="0085747A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F030F6" w:rsidTr="650633C6" w14:paraId="2DE2F6E6" wp14:textId="77777777">
        <w:tc>
          <w:tcPr>
            <w:tcW w:w="1701" w:type="dxa"/>
            <w:tcMar/>
          </w:tcPr>
          <w:p w:rsidRPr="009C54AE" w:rsidR="00F030F6" w:rsidP="00696743" w:rsidRDefault="00F030F6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Mar/>
          </w:tcPr>
          <w:p w:rsidRPr="009C54AE" w:rsidR="00F93C82" w:rsidP="650633C6" w:rsidRDefault="00F93C82" w14:paraId="55C73894" wp14:textId="77777777">
            <w:pPr>
              <w:jc w:val="both"/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</w:pPr>
            <w:r w:rsidRPr="650633C6" w:rsidR="00F93C82">
              <w:rPr>
                <w:rStyle w:val="wrtext"/>
                <w:rFonts w:ascii="Corbel" w:hAnsi="Corbel" w:eastAsia="Corbel" w:cs="Corbel"/>
                <w:sz w:val="24"/>
                <w:szCs w:val="24"/>
              </w:rPr>
              <w:t xml:space="preserve">Student </w:t>
            </w:r>
            <w:r w:rsidRPr="650633C6" w:rsidR="00466A9B">
              <w:rPr>
                <w:rStyle w:val="wrtext"/>
                <w:rFonts w:ascii="Corbel" w:hAnsi="Corbel" w:eastAsia="Corbel" w:cs="Corbel"/>
                <w:sz w:val="24"/>
                <w:szCs w:val="24"/>
              </w:rPr>
              <w:t>zna znaczenie i potrafi z</w:t>
            </w:r>
            <w:r w:rsidRPr="650633C6" w:rsidR="00F207DC">
              <w:rPr>
                <w:rStyle w:val="wrtext"/>
                <w:rFonts w:ascii="Corbel" w:hAnsi="Corbel" w:eastAsia="Corbel" w:cs="Corbel"/>
                <w:sz w:val="24"/>
                <w:szCs w:val="24"/>
              </w:rPr>
              <w:t>definiować podstawowe pojęcia i </w:t>
            </w:r>
            <w:r w:rsidRPr="650633C6" w:rsidR="00466A9B">
              <w:rPr>
                <w:rStyle w:val="wrtext"/>
                <w:rFonts w:ascii="Corbel" w:hAnsi="Corbel" w:eastAsia="Corbel" w:cs="Corbel"/>
                <w:sz w:val="24"/>
                <w:szCs w:val="24"/>
              </w:rPr>
              <w:t>instytucja prawa, ze szczególnym uwzględnieniem prawa rodzinnego, opiekuńczego i dotyczącego rodziny</w:t>
            </w:r>
          </w:p>
        </w:tc>
        <w:tc>
          <w:tcPr>
            <w:tcW w:w="1873" w:type="dxa"/>
            <w:tcMar/>
          </w:tcPr>
          <w:p w:rsidRPr="009C54AE" w:rsidR="00F030F6" w:rsidP="00696743" w:rsidRDefault="00F030F6" w14:paraId="3C6F60F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KW_11</w:t>
            </w:r>
          </w:p>
        </w:tc>
      </w:tr>
      <w:tr xmlns:wp14="http://schemas.microsoft.com/office/word/2010/wordml" w:rsidRPr="009C54AE" w:rsidR="00F030F6" w:rsidTr="650633C6" w14:paraId="0ACDDAE7" wp14:textId="77777777">
        <w:tc>
          <w:tcPr>
            <w:tcW w:w="1701" w:type="dxa"/>
            <w:tcMar/>
          </w:tcPr>
          <w:p w:rsidRPr="009C54AE" w:rsidR="00F030F6" w:rsidP="00696743" w:rsidRDefault="00F207DC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93C82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6096" w:type="dxa"/>
            <w:tcMar/>
          </w:tcPr>
          <w:p w:rsidRPr="008158B8" w:rsidR="00F030F6" w:rsidP="650633C6" w:rsidRDefault="008158B8" w14:paraId="670051CA" wp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  <w:lang w:eastAsia="pl-PL"/>
              </w:rPr>
            </w:pPr>
            <w:r w:rsidRPr="650633C6" w:rsidR="008158B8">
              <w:rPr>
                <w:rFonts w:ascii="Corbel" w:hAnsi="Corbel" w:eastAsia="Corbel" w:cs="Corbel"/>
                <w:sz w:val="24"/>
                <w:szCs w:val="24"/>
                <w:lang w:eastAsia="pl-PL"/>
              </w:rPr>
              <w:t xml:space="preserve">Student posiada </w:t>
            </w:r>
            <w:r w:rsidRPr="650633C6" w:rsidR="00F93C82">
              <w:rPr>
                <w:rFonts w:ascii="Corbel" w:hAnsi="Corbel" w:eastAsia="Corbel" w:cs="Corbel"/>
                <w:sz w:val="24"/>
                <w:szCs w:val="24"/>
                <w:lang w:eastAsia="pl-PL"/>
              </w:rPr>
              <w:t>umiejętności analizowania stanów</w:t>
            </w:r>
            <w:r w:rsidRPr="650633C6" w:rsidR="008158B8">
              <w:rPr>
                <w:rFonts w:ascii="Corbel" w:hAnsi="Corbel" w:eastAsia="Corbel" w:cs="Corbel"/>
                <w:sz w:val="24"/>
                <w:szCs w:val="24"/>
                <w:lang w:eastAsia="pl-PL"/>
              </w:rPr>
              <w:t xml:space="preserve"> </w:t>
            </w:r>
            <w:r w:rsidRPr="650633C6" w:rsidR="00F207DC">
              <w:rPr>
                <w:rFonts w:ascii="Corbel" w:hAnsi="Corbel" w:eastAsia="Corbel" w:cs="Corbel"/>
                <w:sz w:val="24"/>
                <w:szCs w:val="24"/>
                <w:lang w:eastAsia="pl-PL"/>
              </w:rPr>
              <w:t>faktycznych z </w:t>
            </w:r>
            <w:r w:rsidRPr="650633C6" w:rsidR="00F93C82">
              <w:rPr>
                <w:rFonts w:ascii="Corbel" w:hAnsi="Corbel" w:eastAsia="Corbel" w:cs="Corbel"/>
                <w:sz w:val="24"/>
                <w:szCs w:val="24"/>
                <w:lang w:eastAsia="pl-PL"/>
              </w:rPr>
              <w:t>zakresu prawa rodzinnego. Ustala konsekwencje prawne</w:t>
            </w:r>
            <w:r w:rsidRPr="650633C6" w:rsidR="008158B8">
              <w:rPr>
                <w:rFonts w:ascii="Corbel" w:hAnsi="Corbel" w:eastAsia="Corbel" w:cs="Corbel"/>
                <w:sz w:val="24"/>
                <w:szCs w:val="24"/>
                <w:lang w:eastAsia="pl-PL"/>
              </w:rPr>
              <w:t xml:space="preserve"> </w:t>
            </w:r>
            <w:r w:rsidRPr="650633C6" w:rsidR="00F93C82">
              <w:rPr>
                <w:rFonts w:ascii="Corbel" w:hAnsi="Corbel" w:eastAsia="Corbel" w:cs="Corbel"/>
                <w:sz w:val="24"/>
                <w:szCs w:val="24"/>
                <w:lang w:eastAsia="pl-PL"/>
              </w:rPr>
              <w:t>podanego stanu faktycznego przez pryzmat</w:t>
            </w:r>
            <w:r w:rsidRPr="650633C6" w:rsidR="008158B8">
              <w:rPr>
                <w:rFonts w:ascii="Corbel" w:hAnsi="Corbel" w:eastAsia="Corbel" w:cs="Corbel"/>
                <w:sz w:val="24"/>
                <w:szCs w:val="24"/>
                <w:lang w:eastAsia="pl-PL"/>
              </w:rPr>
              <w:t xml:space="preserve"> </w:t>
            </w:r>
            <w:r w:rsidRPr="650633C6" w:rsidR="00F93C82">
              <w:rPr>
                <w:rFonts w:ascii="Corbel" w:hAnsi="Corbel" w:eastAsia="Corbel" w:cs="Corbel"/>
                <w:sz w:val="24"/>
                <w:szCs w:val="24"/>
                <w:lang w:eastAsia="pl-PL"/>
              </w:rPr>
              <w:t>instytucji z zakresu prawa rodz</w:t>
            </w:r>
            <w:r w:rsidRPr="650633C6" w:rsidR="00F207DC">
              <w:rPr>
                <w:rFonts w:ascii="Corbel" w:hAnsi="Corbel" w:eastAsia="Corbel" w:cs="Corbel"/>
                <w:sz w:val="24"/>
                <w:szCs w:val="24"/>
                <w:lang w:eastAsia="pl-PL"/>
              </w:rPr>
              <w:t xml:space="preserve">innego i </w:t>
            </w:r>
            <w:r w:rsidRPr="650633C6" w:rsidR="00F93C82">
              <w:rPr>
                <w:rFonts w:ascii="Corbel" w:hAnsi="Corbel" w:eastAsia="Corbel" w:cs="Corbel"/>
                <w:sz w:val="24"/>
                <w:szCs w:val="24"/>
                <w:lang w:eastAsia="pl-PL"/>
              </w:rPr>
              <w:t>rodzinnego</w:t>
            </w:r>
          </w:p>
        </w:tc>
        <w:tc>
          <w:tcPr>
            <w:tcW w:w="1873" w:type="dxa"/>
            <w:tcMar/>
          </w:tcPr>
          <w:p w:rsidRPr="009C54AE" w:rsidR="00F030F6" w:rsidP="00696743" w:rsidRDefault="00F030F6" w14:paraId="49F5636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KU_05</w:t>
            </w:r>
          </w:p>
        </w:tc>
      </w:tr>
    </w:tbl>
    <w:p xmlns:wp14="http://schemas.microsoft.com/office/word/2010/wordml" w:rsidRPr="009C54AE" w:rsidR="0085747A" w:rsidP="009C54AE" w:rsidRDefault="0085747A" w14:paraId="1299C43A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675843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85747A" w:rsidP="009C54AE" w:rsidRDefault="0085747A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xmlns:wp14="http://schemas.microsoft.com/office/word/2010/wordml" w:rsidRPr="009C54AE" w:rsidR="00675843" w:rsidP="009C54AE" w:rsidRDefault="00675843" w14:paraId="4DDBEF00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0923D7D" w14:paraId="587EA2A8" wp14:textId="77777777">
        <w:tc>
          <w:tcPr>
            <w:tcW w:w="9639" w:type="dxa"/>
          </w:tcPr>
          <w:p w:rsidRPr="009C54AE" w:rsidR="0085747A" w:rsidP="009C54AE" w:rsidRDefault="0085747A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85747A" w:rsidTr="00923D7D" w14:paraId="3461D779" wp14:textId="77777777">
        <w:tc>
          <w:tcPr>
            <w:tcW w:w="9639" w:type="dxa"/>
          </w:tcPr>
          <w:p w:rsidRPr="009C54AE" w:rsidR="0085747A" w:rsidP="009C54AE" w:rsidRDefault="0085747A" w14:paraId="3CF2D8B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xmlns:wp14="http://schemas.microsoft.com/office/word/2010/wordml" w:rsidRPr="009C54AE" w:rsidR="0085747A" w:rsidTr="00923D7D" w14:paraId="0FB78278" wp14:textId="77777777">
        <w:tc>
          <w:tcPr>
            <w:tcW w:w="9639" w:type="dxa"/>
          </w:tcPr>
          <w:p w:rsidRPr="009C54AE" w:rsidR="0085747A" w:rsidP="009C54AE" w:rsidRDefault="0085747A" w14:paraId="1FC39945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xmlns:wp14="http://schemas.microsoft.com/office/word/2010/wordml" w:rsidRPr="009C54AE" w:rsidR="0085747A" w:rsidTr="00923D7D" w14:paraId="0562CB0E" wp14:textId="77777777">
        <w:tc>
          <w:tcPr>
            <w:tcW w:w="9639" w:type="dxa"/>
          </w:tcPr>
          <w:p w:rsidRPr="009C54AE" w:rsidR="0085747A" w:rsidP="009C54AE" w:rsidRDefault="0085747A" w14:paraId="34CE0A41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xmlns:wp14="http://schemas.microsoft.com/office/word/2010/wordml" w:rsidRPr="009C54AE" w:rsidR="0085747A" w:rsidP="009C54AE" w:rsidRDefault="0085747A" w14:paraId="62EBF3C5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xmlns:wp14="http://schemas.microsoft.com/office/word/2010/wordml" w:rsidRPr="009C54AE" w:rsidR="0085747A" w:rsidP="009C54AE" w:rsidRDefault="0085747A" w14:paraId="6D98A12B" wp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0A1503" w:rsidTr="00696743" w14:paraId="55225495" wp14:textId="77777777">
        <w:tc>
          <w:tcPr>
            <w:tcW w:w="9639" w:type="dxa"/>
          </w:tcPr>
          <w:p w:rsidRPr="009C54AE" w:rsidR="000A1503" w:rsidP="00696743" w:rsidRDefault="000A1503" w14:paraId="5D69D229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0A1503" w:rsidTr="00696743" w14:paraId="5FC8D4B5" wp14:textId="77777777">
        <w:tc>
          <w:tcPr>
            <w:tcW w:w="9639" w:type="dxa"/>
          </w:tcPr>
          <w:p w:rsidRPr="004071AE" w:rsidR="000A1503" w:rsidP="004071AE" w:rsidRDefault="000A1503" w14:paraId="4E208125" wp14:textId="77777777">
            <w:pPr>
              <w:ind w:left="360"/>
              <w:rPr>
                <w:rFonts w:ascii="Corbel" w:hAnsi="Corbel"/>
                <w:sz w:val="24"/>
              </w:rPr>
            </w:pPr>
            <w:r w:rsidRPr="004071AE">
              <w:rPr>
                <w:rFonts w:ascii="Corbel" w:hAnsi="Corbel"/>
                <w:sz w:val="24"/>
              </w:rPr>
              <w:t>Ogólna charakterystyka prawa rodzinne</w:t>
            </w:r>
            <w:r w:rsidR="00F207DC">
              <w:rPr>
                <w:rFonts w:ascii="Corbel" w:hAnsi="Corbel"/>
                <w:sz w:val="24"/>
              </w:rPr>
              <w:t>go i opiekuńczego</w:t>
            </w:r>
          </w:p>
        </w:tc>
      </w:tr>
      <w:tr xmlns:wp14="http://schemas.microsoft.com/office/word/2010/wordml" w:rsidRPr="009C54AE" w:rsidR="000A1503" w:rsidTr="00696743" w14:paraId="0D9B9998" wp14:textId="77777777">
        <w:tc>
          <w:tcPr>
            <w:tcW w:w="9639" w:type="dxa"/>
          </w:tcPr>
          <w:p w:rsidRPr="004071AE" w:rsidR="000A1503" w:rsidP="004071AE" w:rsidRDefault="000A1503" w14:paraId="74E3F9AF" wp14:textId="77777777">
            <w:pPr>
              <w:pStyle w:val="Akapitzlist"/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4071AE">
              <w:rPr>
                <w:rFonts w:ascii="Corbel" w:hAnsi="Corbel"/>
                <w:sz w:val="24"/>
              </w:rPr>
              <w:t>Zawarcie małżeństwa i skutki tego zdarzenia</w:t>
            </w:r>
          </w:p>
        </w:tc>
      </w:tr>
      <w:tr xmlns:wp14="http://schemas.microsoft.com/office/word/2010/wordml" w:rsidRPr="009C54AE" w:rsidR="000A1503" w:rsidTr="00696743" w14:paraId="0F69DBE8" wp14:textId="77777777">
        <w:tc>
          <w:tcPr>
            <w:tcW w:w="9639" w:type="dxa"/>
          </w:tcPr>
          <w:p w:rsidRPr="004071AE" w:rsidR="000A1503" w:rsidP="004071AE" w:rsidRDefault="000A1503" w14:paraId="2ABD585C" wp14:textId="77777777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4071AE">
              <w:rPr>
                <w:rFonts w:ascii="Corbel" w:hAnsi="Corbel"/>
                <w:sz w:val="24"/>
              </w:rPr>
              <w:t xml:space="preserve">Sposoby ustania małżeństwa i ich charakterystyka. </w:t>
            </w:r>
          </w:p>
        </w:tc>
      </w:tr>
      <w:tr xmlns:wp14="http://schemas.microsoft.com/office/word/2010/wordml" w:rsidRPr="009C54AE" w:rsidR="000A1503" w:rsidTr="00696743" w14:paraId="793526EB" wp14:textId="77777777">
        <w:tc>
          <w:tcPr>
            <w:tcW w:w="9639" w:type="dxa"/>
          </w:tcPr>
          <w:p w:rsidRPr="004071AE" w:rsidR="000A1503" w:rsidP="004071AE" w:rsidRDefault="000A1503" w14:paraId="2284D286" wp14:textId="77777777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4071AE">
              <w:rPr>
                <w:rFonts w:ascii="Corbel" w:hAnsi="Corbel"/>
                <w:sz w:val="24"/>
              </w:rPr>
              <w:t>Przesłanki orzeczenia rozwodu, charakterystyka postępowania rozwodowego</w:t>
            </w:r>
          </w:p>
        </w:tc>
      </w:tr>
      <w:tr xmlns:wp14="http://schemas.microsoft.com/office/word/2010/wordml" w:rsidRPr="009C54AE" w:rsidR="000A1503" w:rsidTr="00696743" w14:paraId="68D4EDF5" wp14:textId="77777777">
        <w:tc>
          <w:tcPr>
            <w:tcW w:w="9639" w:type="dxa"/>
          </w:tcPr>
          <w:p w:rsidRPr="004071AE" w:rsidR="000A1503" w:rsidP="004071AE" w:rsidRDefault="000A1503" w14:paraId="7E59B800" wp14:textId="77777777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4071AE">
              <w:rPr>
                <w:rFonts w:ascii="Corbel" w:hAnsi="Corbel"/>
                <w:sz w:val="24"/>
              </w:rPr>
              <w:t>Podstawy unieważnienia małżeństwa.</w:t>
            </w:r>
          </w:p>
        </w:tc>
      </w:tr>
      <w:tr xmlns:wp14="http://schemas.microsoft.com/office/word/2010/wordml" w:rsidRPr="009C54AE" w:rsidR="000A1503" w:rsidTr="00696743" w14:paraId="5AA5C2DD" wp14:textId="77777777">
        <w:tc>
          <w:tcPr>
            <w:tcW w:w="9639" w:type="dxa"/>
          </w:tcPr>
          <w:p w:rsidRPr="004071AE" w:rsidR="000A1503" w:rsidP="004071AE" w:rsidRDefault="000A1503" w14:paraId="259923FC" wp14:textId="77777777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4071AE">
              <w:rPr>
                <w:rFonts w:ascii="Corbel" w:hAnsi="Corbel"/>
                <w:sz w:val="24"/>
              </w:rPr>
              <w:t>Konwalidacja nieważnie zawartego małżeństwa.</w:t>
            </w:r>
          </w:p>
        </w:tc>
      </w:tr>
      <w:tr xmlns:wp14="http://schemas.microsoft.com/office/word/2010/wordml" w:rsidRPr="009C54AE" w:rsidR="000A1503" w:rsidTr="00696743" w14:paraId="417E54A3" wp14:textId="77777777">
        <w:tc>
          <w:tcPr>
            <w:tcW w:w="9639" w:type="dxa"/>
          </w:tcPr>
          <w:p w:rsidRPr="004071AE" w:rsidR="000A1503" w:rsidP="004071AE" w:rsidRDefault="000A1503" w14:paraId="0F449F70" wp14:textId="77777777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4071AE">
              <w:rPr>
                <w:rFonts w:ascii="Corbel" w:hAnsi="Corbel"/>
                <w:sz w:val="24"/>
              </w:rPr>
              <w:t>Separacja faktyczna i sądowa.</w:t>
            </w:r>
          </w:p>
          <w:p w:rsidRPr="004071AE" w:rsidR="000A1503" w:rsidP="004071AE" w:rsidRDefault="000A1503" w14:paraId="1BF7271B" wp14:textId="77777777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4071AE">
              <w:rPr>
                <w:rFonts w:ascii="Corbel" w:hAnsi="Corbel"/>
                <w:sz w:val="24"/>
              </w:rPr>
              <w:t>Charakterystyka ustrojów majątkowych małżeńskich.</w:t>
            </w:r>
          </w:p>
        </w:tc>
      </w:tr>
      <w:tr xmlns:wp14="http://schemas.microsoft.com/office/word/2010/wordml" w:rsidRPr="009C54AE" w:rsidR="000A1503" w:rsidTr="00696743" w14:paraId="671ADFBA" wp14:textId="77777777">
        <w:tc>
          <w:tcPr>
            <w:tcW w:w="9639" w:type="dxa"/>
          </w:tcPr>
          <w:p w:rsidRPr="004071AE" w:rsidR="000A1503" w:rsidP="004071AE" w:rsidRDefault="000A1503" w14:paraId="19C1676F" wp14:textId="77777777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4071AE">
              <w:rPr>
                <w:rFonts w:ascii="Corbel" w:hAnsi="Corbel"/>
                <w:sz w:val="24"/>
              </w:rPr>
              <w:t xml:space="preserve">Charakterystyka macierzyństwa i ojcostwa. </w:t>
            </w:r>
          </w:p>
        </w:tc>
      </w:tr>
      <w:tr xmlns:wp14="http://schemas.microsoft.com/office/word/2010/wordml" w:rsidRPr="009C54AE" w:rsidR="000A1503" w:rsidTr="00696743" w14:paraId="3840C8A9" wp14:textId="77777777">
        <w:tc>
          <w:tcPr>
            <w:tcW w:w="9639" w:type="dxa"/>
          </w:tcPr>
          <w:p w:rsidRPr="004071AE" w:rsidR="000A1503" w:rsidP="004071AE" w:rsidRDefault="000A1503" w14:paraId="7D3E9BC0" wp14:textId="77777777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4071AE">
              <w:rPr>
                <w:rFonts w:ascii="Corbel" w:hAnsi="Corbel"/>
                <w:sz w:val="24"/>
              </w:rPr>
              <w:t xml:space="preserve">Sposób ustalenia pochodzenia dziecka </w:t>
            </w:r>
          </w:p>
        </w:tc>
      </w:tr>
      <w:tr xmlns:wp14="http://schemas.microsoft.com/office/word/2010/wordml" w:rsidRPr="009C54AE" w:rsidR="000A1503" w:rsidTr="00696743" w14:paraId="3C7349AD" wp14:textId="77777777">
        <w:tc>
          <w:tcPr>
            <w:tcW w:w="9639" w:type="dxa"/>
          </w:tcPr>
          <w:p w:rsidRPr="004071AE" w:rsidR="000A1503" w:rsidP="004071AE" w:rsidRDefault="000A1503" w14:paraId="1D7CE1AE" wp14:textId="77777777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4071AE">
              <w:rPr>
                <w:rFonts w:ascii="Corbel" w:hAnsi="Corbel"/>
                <w:sz w:val="24"/>
              </w:rPr>
              <w:t xml:space="preserve">Procedura adopcji dziecka. </w:t>
            </w:r>
          </w:p>
        </w:tc>
      </w:tr>
      <w:tr xmlns:wp14="http://schemas.microsoft.com/office/word/2010/wordml" w:rsidRPr="009C54AE" w:rsidR="000A1503" w:rsidTr="00696743" w14:paraId="4C04ED3E" wp14:textId="77777777">
        <w:tc>
          <w:tcPr>
            <w:tcW w:w="9639" w:type="dxa"/>
          </w:tcPr>
          <w:p w:rsidRPr="004071AE" w:rsidR="000A1503" w:rsidP="004071AE" w:rsidRDefault="000A1503" w14:paraId="321E01EF" wp14:textId="77777777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4071AE">
              <w:rPr>
                <w:rFonts w:ascii="Corbel" w:hAnsi="Corbel"/>
                <w:sz w:val="24"/>
              </w:rPr>
              <w:t>Omówienie przysposobienia pełnego, całkowitego i niepełnego,</w:t>
            </w:r>
          </w:p>
        </w:tc>
      </w:tr>
      <w:tr xmlns:wp14="http://schemas.microsoft.com/office/word/2010/wordml" w:rsidRPr="009C54AE" w:rsidR="000A1503" w:rsidTr="00696743" w14:paraId="752C510D" wp14:textId="77777777">
        <w:tc>
          <w:tcPr>
            <w:tcW w:w="9639" w:type="dxa"/>
          </w:tcPr>
          <w:p w:rsidRPr="004071AE" w:rsidR="000A1503" w:rsidP="004071AE" w:rsidRDefault="000A1503" w14:paraId="004EA9FB" wp14:textId="77777777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4071AE">
              <w:rPr>
                <w:rFonts w:ascii="Corbel" w:hAnsi="Corbel"/>
                <w:sz w:val="24"/>
              </w:rPr>
              <w:t>Obowiązek alimentacyjny w prawie rodzinnym i opiekuńczym,</w:t>
            </w:r>
          </w:p>
        </w:tc>
      </w:tr>
      <w:tr xmlns:wp14="http://schemas.microsoft.com/office/word/2010/wordml" w:rsidRPr="009C54AE" w:rsidR="000A1503" w:rsidTr="00696743" w14:paraId="08B064B5" wp14:textId="77777777">
        <w:tc>
          <w:tcPr>
            <w:tcW w:w="9639" w:type="dxa"/>
          </w:tcPr>
          <w:p w:rsidRPr="004071AE" w:rsidR="000A1503" w:rsidP="004071AE" w:rsidRDefault="000A1503" w14:paraId="6218BDE7" wp14:textId="77777777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4071AE">
              <w:rPr>
                <w:rFonts w:ascii="Corbel" w:hAnsi="Corbel"/>
                <w:sz w:val="24"/>
              </w:rPr>
              <w:t>Charakterystyka opieki i kurateli na gruncie przepisów kodeksu rodzinnego i opiekuńczego</w:t>
            </w:r>
          </w:p>
        </w:tc>
      </w:tr>
    </w:tbl>
    <w:p xmlns:wp14="http://schemas.microsoft.com/office/word/2010/wordml" w:rsidRPr="009C54AE" w:rsidR="000A1503" w:rsidP="000A1503" w:rsidRDefault="000A1503" w14:paraId="2946DB82" wp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5997CC1D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85747A" w:rsidP="009C54AE" w:rsidRDefault="0085747A" w14:paraId="110FFD37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153C41" w:rsidR="00E21E7D" w:rsidP="009C54AE" w:rsidRDefault="00153C41" w14:paraId="06512FFB" wp14:textId="77777777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Pr="00153C41" w:rsidR="0085747A">
        <w:rPr>
          <w:rFonts w:ascii="Corbel" w:hAnsi="Corbel"/>
          <w:b w:val="0"/>
          <w:smallCaps w:val="0"/>
          <w:sz w:val="20"/>
          <w:szCs w:val="20"/>
        </w:rPr>
        <w:t>p</w:t>
      </w:r>
      <w:r w:rsidRPr="00153C41" w:rsidR="0085747A">
        <w:rPr>
          <w:rFonts w:ascii="Corbel" w:hAnsi="Corbel"/>
          <w:sz w:val="20"/>
          <w:szCs w:val="20"/>
        </w:rPr>
        <w:t>.:</w:t>
      </w:r>
      <w:r w:rsidRPr="00153C41" w:rsidR="00923D7D">
        <w:rPr>
          <w:rFonts w:ascii="Corbel" w:hAnsi="Corbel"/>
          <w:sz w:val="20"/>
          <w:szCs w:val="20"/>
        </w:rPr>
        <w:t xml:space="preserve"> </w:t>
      </w:r>
    </w:p>
    <w:p xmlns:wp14="http://schemas.microsoft.com/office/word/2010/wordml" w:rsidR="00153C41" w:rsidP="009C54AE" w:rsidRDefault="00153C41" w14:paraId="7FB0AC11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xmlns:wp14="http://schemas.microsoft.com/office/word/2010/wordml" w:rsidR="00153C41" w:rsidP="009C54AE" w:rsidRDefault="00153C41" w14:paraId="35852431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Pr="00153C41" w:rsidR="009F4610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xmlns:wp14="http://schemas.microsoft.com/office/word/2010/wordml" w:rsidRPr="00153C41" w:rsidR="0085747A" w:rsidP="009C54AE" w:rsidRDefault="00153C41" w14:paraId="34C922DF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xmlns:wp14="http://schemas.microsoft.com/office/word/2010/wordml" w:rsidRPr="009C54AE" w:rsidR="0085747A" w:rsidP="009C54AE" w:rsidRDefault="0085747A" w14:paraId="6B699379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E960BB" w:rsidP="009C54AE" w:rsidRDefault="00E960BB" w14:paraId="3FE9F23F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4071AE" w:rsidR="00BE388F" w:rsidP="00BE388F" w:rsidRDefault="00BE388F" w14:paraId="2ADAB3E0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4071AE">
        <w:rPr>
          <w:rFonts w:ascii="Corbel" w:hAnsi="Corbel"/>
          <w:b w:val="0"/>
          <w:i/>
          <w:smallCaps w:val="0"/>
          <w:szCs w:val="24"/>
        </w:rPr>
        <w:t>Ćwiczenia: analiza tekstów z dyskusją, praca w grupach, prezentacje</w:t>
      </w:r>
    </w:p>
    <w:p xmlns:wp14="http://schemas.microsoft.com/office/word/2010/wordml" w:rsidR="00E960BB" w:rsidP="009C54AE" w:rsidRDefault="00E960BB" w14:paraId="1F72F646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="00E960BB" w:rsidP="009C54AE" w:rsidRDefault="00E960BB" w14:paraId="08CE6F91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="00E960BB" w:rsidP="009C54AE" w:rsidRDefault="00E960BB" w14:paraId="61CDCEAD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6BB9E253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xmlns:wp14="http://schemas.microsoft.com/office/word/2010/wordml" w:rsidRPr="009C54AE" w:rsidR="00310D6C" w:rsidTr="00696743" w14:paraId="0F5FA409" wp14:textId="77777777">
        <w:tc>
          <w:tcPr>
            <w:tcW w:w="2410" w:type="dxa"/>
            <w:vAlign w:val="center"/>
          </w:tcPr>
          <w:p w:rsidRPr="009C54AE" w:rsidR="00310D6C" w:rsidP="00696743" w:rsidRDefault="00310D6C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Pr="009C54AE" w:rsidR="00310D6C" w:rsidP="00696743" w:rsidRDefault="00310D6C" w14:paraId="1473578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Pr="009C54AE" w:rsidR="00310D6C" w:rsidP="00696743" w:rsidRDefault="00310D6C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310D6C" w:rsidP="00696743" w:rsidRDefault="00310D6C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310D6C" w:rsidP="00696743" w:rsidRDefault="00310D6C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9C54AE" w:rsidR="00310D6C" w:rsidTr="00696743" w14:paraId="5D0946E7" wp14:textId="77777777">
        <w:tc>
          <w:tcPr>
            <w:tcW w:w="2410" w:type="dxa"/>
          </w:tcPr>
          <w:p w:rsidRPr="009C54AE" w:rsidR="00310D6C" w:rsidP="00696743" w:rsidRDefault="00310D6C" w14:paraId="1EB017B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103" w:type="dxa"/>
          </w:tcPr>
          <w:p w:rsidRPr="005E6E85" w:rsidR="00310D6C" w:rsidP="00696743" w:rsidRDefault="004071AE" w14:paraId="4F549125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Kolokwium</w:t>
            </w:r>
            <w:r w:rsidR="00310D6C">
              <w:rPr>
                <w:b w:val="0"/>
                <w:sz w:val="22"/>
              </w:rPr>
              <w:t>, Projekt</w:t>
            </w:r>
          </w:p>
        </w:tc>
        <w:tc>
          <w:tcPr>
            <w:tcW w:w="2126" w:type="dxa"/>
          </w:tcPr>
          <w:p w:rsidRPr="005E6E85" w:rsidR="00310D6C" w:rsidP="00696743" w:rsidRDefault="00310D6C" w14:paraId="519FBBAE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ĆW</w:t>
            </w:r>
          </w:p>
        </w:tc>
      </w:tr>
      <w:tr xmlns:wp14="http://schemas.microsoft.com/office/word/2010/wordml" w:rsidRPr="009C54AE" w:rsidR="00310D6C" w:rsidTr="00696743" w14:paraId="20936100" wp14:textId="77777777">
        <w:tc>
          <w:tcPr>
            <w:tcW w:w="2410" w:type="dxa"/>
          </w:tcPr>
          <w:p w:rsidRPr="009C54AE" w:rsidR="00310D6C" w:rsidP="00696743" w:rsidRDefault="00310D6C" w14:paraId="0A53D0B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:rsidR="00310D6C" w:rsidP="00696743" w:rsidRDefault="004071AE" w14:paraId="2AAFC497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Kolokwium, Projekt</w:t>
            </w:r>
          </w:p>
        </w:tc>
        <w:tc>
          <w:tcPr>
            <w:tcW w:w="2126" w:type="dxa"/>
          </w:tcPr>
          <w:p w:rsidRPr="005E6E85" w:rsidR="00310D6C" w:rsidP="00696743" w:rsidRDefault="00310D6C" w14:paraId="58F08A7E" wp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ĆW</w:t>
            </w:r>
          </w:p>
        </w:tc>
      </w:tr>
    </w:tbl>
    <w:p xmlns:wp14="http://schemas.microsoft.com/office/word/2010/wordml" w:rsidRPr="009C54AE" w:rsidR="0085747A" w:rsidP="009C54AE" w:rsidRDefault="0085747A" w14:paraId="23DE523C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923D7D" w:rsidP="009C54AE" w:rsidRDefault="00923D7D" w14:paraId="52E56223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07547A01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0923D7D" w14:paraId="56709AF2" wp14:textId="77777777">
        <w:tc>
          <w:tcPr>
            <w:tcW w:w="9670" w:type="dxa"/>
          </w:tcPr>
          <w:p w:rsidRPr="00BB0777" w:rsidR="00BE388F" w:rsidP="00BE388F" w:rsidRDefault="00BE388F" w14:paraId="7FA6A7CA" wp14:textId="77777777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B0777">
              <w:rPr>
                <w:rFonts w:ascii="Corbel" w:hAnsi="Corbel"/>
                <w:b w:val="0"/>
                <w:smallCaps w:val="0"/>
                <w:szCs w:val="24"/>
              </w:rPr>
              <w:t>Zaliczenie z oceną na które składa</w:t>
            </w:r>
            <w:r w:rsidR="004071AE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Pr="00BB0777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:rsidRPr="00BB0777" w:rsidR="00BE388F" w:rsidP="00BE388F" w:rsidRDefault="00BE388F" w14:paraId="58FC465E" wp14:textId="77777777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B0777">
              <w:rPr>
                <w:rFonts w:ascii="Corbel" w:hAnsi="Corbel"/>
                <w:b w:val="0"/>
                <w:smallCaps w:val="0"/>
                <w:szCs w:val="24"/>
              </w:rPr>
              <w:t xml:space="preserve"> kolokwium pisemne </w:t>
            </w:r>
            <w:r w:rsidRPr="00BB0777">
              <w:rPr>
                <w:rFonts w:ascii="Corbel" w:hAnsi="Corbel"/>
                <w:smallCaps w:val="0"/>
                <w:szCs w:val="24"/>
              </w:rPr>
              <w:t>– 50% oceny końcowej</w:t>
            </w:r>
          </w:p>
          <w:p w:rsidRPr="00BB0777" w:rsidR="00BE388F" w:rsidP="00BE388F" w:rsidRDefault="00BE388F" w14:paraId="56532D16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 xml:space="preserve">0-4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pkt</w:t>
            </w:r>
            <w:proofErr w:type="spellEnd"/>
            <w:r w:rsidRPr="00BB0777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</w:p>
          <w:p w:rsidRPr="00BB0777" w:rsidR="00BE388F" w:rsidP="00BE388F" w:rsidRDefault="00BE388F" w14:paraId="2F04FBCB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 xml:space="preserve">4,5-5,5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pkt</w:t>
            </w:r>
            <w:proofErr w:type="spellEnd"/>
            <w:r w:rsidRPr="00BB0777">
              <w:rPr>
                <w:rFonts w:ascii="Corbel" w:hAnsi="Corbel"/>
                <w:sz w:val="24"/>
                <w:szCs w:val="24"/>
              </w:rPr>
              <w:t xml:space="preserve"> -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:rsidRPr="00BB0777" w:rsidR="00BE388F" w:rsidP="00BE388F" w:rsidRDefault="00BE388F" w14:paraId="17A477B1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 xml:space="preserve">6-7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pkt</w:t>
            </w:r>
            <w:proofErr w:type="spellEnd"/>
            <w:r w:rsidRPr="00BB0777">
              <w:rPr>
                <w:rFonts w:ascii="Corbel" w:hAnsi="Corbel"/>
                <w:sz w:val="24"/>
                <w:szCs w:val="24"/>
              </w:rPr>
              <w:t xml:space="preserve"> +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:rsidRPr="00BB0777" w:rsidR="00BE388F" w:rsidP="00BE388F" w:rsidRDefault="00BE388F" w14:paraId="5665556B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 xml:space="preserve">7.5-8.5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pkt</w:t>
            </w:r>
            <w:proofErr w:type="spellEnd"/>
            <w:r w:rsidRPr="00BB0777">
              <w:rPr>
                <w:rFonts w:ascii="Corbel" w:hAnsi="Corbel"/>
                <w:sz w:val="24"/>
                <w:szCs w:val="24"/>
              </w:rPr>
              <w:t xml:space="preserve"> 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:rsidRPr="00BB0777" w:rsidR="00BE388F" w:rsidP="00BE388F" w:rsidRDefault="00BE388F" w14:paraId="586B6DE4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 xml:space="preserve">9-10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pkt</w:t>
            </w:r>
            <w:proofErr w:type="spellEnd"/>
            <w:r w:rsidRPr="00BB0777">
              <w:rPr>
                <w:rFonts w:ascii="Corbel" w:hAnsi="Corbel"/>
                <w:sz w:val="24"/>
                <w:szCs w:val="24"/>
              </w:rPr>
              <w:t xml:space="preserve"> +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:rsidRPr="00BB0777" w:rsidR="00BE388F" w:rsidP="00BE388F" w:rsidRDefault="00BE388F" w14:paraId="13AEC707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B0777">
              <w:rPr>
                <w:rFonts w:ascii="Corbel" w:hAnsi="Corbel"/>
                <w:szCs w:val="24"/>
              </w:rPr>
              <w:t xml:space="preserve">10,5-12 </w:t>
            </w:r>
            <w:proofErr w:type="spellStart"/>
            <w:r w:rsidRPr="00BB0777">
              <w:rPr>
                <w:rFonts w:ascii="Corbel" w:hAnsi="Corbel"/>
                <w:szCs w:val="24"/>
              </w:rPr>
              <w:t>pkt</w:t>
            </w:r>
            <w:proofErr w:type="spellEnd"/>
            <w:r w:rsidRPr="00BB0777">
              <w:rPr>
                <w:rFonts w:ascii="Corbel" w:hAnsi="Corbel"/>
                <w:szCs w:val="24"/>
              </w:rPr>
              <w:t xml:space="preserve">- </w:t>
            </w:r>
            <w:proofErr w:type="spellStart"/>
            <w:r w:rsidRPr="00BB0777">
              <w:rPr>
                <w:rFonts w:ascii="Corbel" w:hAnsi="Corbel"/>
                <w:szCs w:val="24"/>
              </w:rPr>
              <w:t>bdb</w:t>
            </w:r>
            <w:proofErr w:type="spellEnd"/>
          </w:p>
          <w:p w:rsidRPr="009C54AE" w:rsidR="00BE388F" w:rsidP="00BE388F" w:rsidRDefault="00BE388F" w14:paraId="7F3CB1B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0777">
              <w:rPr>
                <w:rFonts w:ascii="Corbel" w:hAnsi="Corbel"/>
                <w:smallCaps w:val="0"/>
                <w:szCs w:val="24"/>
              </w:rPr>
              <w:t>Ocena za projekt- 50% oceny końcowej</w:t>
            </w:r>
          </w:p>
          <w:p w:rsidRPr="009C54AE" w:rsidR="0085747A" w:rsidP="00BE388F" w:rsidRDefault="0085747A" w14:paraId="5043CB0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9C54AE" w:rsidR="0085747A" w:rsidP="009C54AE" w:rsidRDefault="0085747A" w14:paraId="0745931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xmlns:wp14="http://schemas.microsoft.com/office/word/2010/wordml" w:rsidRPr="009C54AE" w:rsidR="00D270B1" w:rsidTr="03A2BBCD" w14:paraId="63D9DE79" wp14:textId="77777777">
        <w:tc>
          <w:tcPr>
            <w:tcW w:w="4962" w:type="dxa"/>
            <w:tcMar/>
            <w:vAlign w:val="center"/>
          </w:tcPr>
          <w:p w:rsidRPr="009C54AE" w:rsidR="00D270B1" w:rsidP="00696743" w:rsidRDefault="00D270B1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Mar/>
            <w:vAlign w:val="center"/>
          </w:tcPr>
          <w:p w:rsidRPr="009C54AE" w:rsidR="00D270B1" w:rsidP="00696743" w:rsidRDefault="00D270B1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Pr="009C54AE" w:rsidR="00D270B1" w:rsidTr="03A2BBCD" w14:paraId="3E3989A2" wp14:textId="77777777">
        <w:tc>
          <w:tcPr>
            <w:tcW w:w="4962" w:type="dxa"/>
            <w:tcMar/>
          </w:tcPr>
          <w:p w:rsidRPr="009C54AE" w:rsidR="00D270B1" w:rsidP="00696743" w:rsidRDefault="00D270B1" w14:paraId="1943409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D270B1" w:rsidP="00696743" w:rsidRDefault="00501E75" w14:paraId="377C821B" wp14:textId="3B7E5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3A2BBCD" w:rsidR="00501E75">
              <w:rPr>
                <w:rFonts w:ascii="Corbel" w:hAnsi="Corbel"/>
                <w:sz w:val="24"/>
                <w:szCs w:val="24"/>
              </w:rPr>
              <w:t>2</w:t>
            </w:r>
            <w:r w:rsidRPr="03A2BBCD" w:rsidR="00D270B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xmlns:wp14="http://schemas.microsoft.com/office/word/2010/wordml" w:rsidRPr="009C54AE" w:rsidR="00D270B1" w:rsidTr="03A2BBCD" w14:paraId="24A7B241" wp14:textId="77777777">
        <w:tc>
          <w:tcPr>
            <w:tcW w:w="4962" w:type="dxa"/>
            <w:tcMar/>
          </w:tcPr>
          <w:p w:rsidRPr="009C54AE" w:rsidR="00D270B1" w:rsidP="00696743" w:rsidRDefault="00D270B1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D270B1" w:rsidP="00696743" w:rsidRDefault="00D270B1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D270B1" w:rsidP="00696743" w:rsidRDefault="00F56EC6" w14:paraId="0A2F4A46" wp14:textId="7A9740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3A2BBCD" w:rsidR="00F56EC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Pr="009C54AE" w:rsidR="00D270B1" w:rsidTr="03A2BBCD" w14:paraId="55D12DD7" wp14:textId="77777777">
        <w:tc>
          <w:tcPr>
            <w:tcW w:w="4962" w:type="dxa"/>
            <w:tcMar/>
          </w:tcPr>
          <w:p w:rsidRPr="009C54AE" w:rsidR="00D270B1" w:rsidP="00696743" w:rsidRDefault="00D270B1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D270B1" w:rsidP="00696743" w:rsidRDefault="00D270B1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D270B1" w:rsidP="00696743" w:rsidRDefault="00501E75" w14:paraId="70595C10" wp14:textId="5E013B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3A2BBCD" w:rsidR="00501E75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xmlns:wp14="http://schemas.microsoft.com/office/word/2010/wordml" w:rsidRPr="009C54AE" w:rsidR="00D270B1" w:rsidTr="03A2BBCD" w14:paraId="2C28F463" wp14:textId="77777777">
        <w:tc>
          <w:tcPr>
            <w:tcW w:w="4962" w:type="dxa"/>
            <w:tcMar/>
          </w:tcPr>
          <w:p w:rsidRPr="009C54AE" w:rsidR="00D270B1" w:rsidP="00696743" w:rsidRDefault="00D270B1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D270B1" w:rsidP="00696743" w:rsidRDefault="00F56EC6" w14:paraId="52F7B0DE" wp14:textId="3C9560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3A2BBCD" w:rsidR="00F56EC6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xmlns:wp14="http://schemas.microsoft.com/office/word/2010/wordml" w:rsidRPr="009C54AE" w:rsidR="00D270B1" w:rsidTr="03A2BBCD" w14:paraId="0AD00C0E" wp14:textId="77777777">
        <w:tc>
          <w:tcPr>
            <w:tcW w:w="4962" w:type="dxa"/>
            <w:tcMar/>
          </w:tcPr>
          <w:p w:rsidRPr="009C54AE" w:rsidR="00D270B1" w:rsidP="00696743" w:rsidRDefault="00D270B1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D270B1" w:rsidP="00696743" w:rsidRDefault="00F56EC6" w14:paraId="18F999B5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D270B1" w:rsidR="00D270B1" w:rsidP="009C54AE" w:rsidRDefault="00D270B1" w14:paraId="6537F28F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D270B1" w:rsidP="009C54AE" w:rsidRDefault="00D270B1" w14:paraId="6DFB9E20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xmlns:wp14="http://schemas.microsoft.com/office/word/2010/wordml" w:rsidRPr="009C54AE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9C54AE" w:rsidR="003E1941" w:rsidP="009C54AE" w:rsidRDefault="003E1941" w14:paraId="70DF9E5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85747A" w:rsidP="009C54AE" w:rsidRDefault="0085747A" w14:paraId="44E871BC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9C54AE" w:rsidR="0085747A" w:rsidTr="0071620A" w14:paraId="0E8E8FC4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146D66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4071AE" w:rsidR="0085747A" w:rsidP="009C54AE" w:rsidRDefault="004071AE" w14:paraId="5AA2FE9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4071AE"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  <w:tr xmlns:wp14="http://schemas.microsoft.com/office/word/2010/wordml" w:rsidRPr="009C54AE" w:rsidR="0085747A" w:rsidTr="0071620A" w14:paraId="605F859D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05EFD7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4071AE" w:rsidR="0085747A" w:rsidP="009C54AE" w:rsidRDefault="004071AE" w14:paraId="3752449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71AE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xmlns:wp14="http://schemas.microsoft.com/office/word/2010/wordml" w:rsidRPr="009C54AE" w:rsidR="003E1941" w:rsidP="009C54AE" w:rsidRDefault="003E1941" w14:paraId="144A5D23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675843" w:rsidP="009C54AE" w:rsidRDefault="00675843" w14:paraId="738610E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Pr="004071AE" w:rsidR="00D270B1" w:rsidTr="00696743" w14:paraId="0EA36E96" wp14:textId="77777777">
        <w:trPr>
          <w:trHeight w:val="397"/>
        </w:trPr>
        <w:tc>
          <w:tcPr>
            <w:tcW w:w="7513" w:type="dxa"/>
          </w:tcPr>
          <w:p w:rsidRPr="004071AE" w:rsidR="00D270B1" w:rsidP="00696743" w:rsidRDefault="00D270B1" w14:paraId="729C96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71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4071AE" w:rsidR="00D270B1" w:rsidP="00696743" w:rsidRDefault="00D270B1" w14:paraId="093EE94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71AE">
              <w:rPr>
                <w:rFonts w:ascii="Corbel" w:hAnsi="Corbel"/>
                <w:b w:val="0"/>
                <w:smallCaps w:val="0"/>
                <w:szCs w:val="24"/>
              </w:rPr>
              <w:t>Ignatowicz</w:t>
            </w:r>
            <w:r w:rsidRPr="004071AE" w:rsidR="004071AE"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 w:rsidRPr="004071AE">
              <w:rPr>
                <w:rFonts w:ascii="Corbel" w:hAnsi="Corbel"/>
                <w:b w:val="0"/>
                <w:smallCaps w:val="0"/>
                <w:szCs w:val="24"/>
              </w:rPr>
              <w:t>, Nazar</w:t>
            </w:r>
            <w:r w:rsidRPr="004071AE" w:rsidR="004071AE">
              <w:rPr>
                <w:rFonts w:ascii="Corbel" w:hAnsi="Corbel"/>
                <w:b w:val="0"/>
                <w:smallCaps w:val="0"/>
                <w:szCs w:val="24"/>
              </w:rPr>
              <w:t xml:space="preserve"> M. (2010).</w:t>
            </w:r>
            <w:r w:rsidRPr="004071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071AE">
              <w:rPr>
                <w:rFonts w:ascii="Corbel" w:hAnsi="Corbel"/>
                <w:b w:val="0"/>
                <w:i/>
                <w:smallCaps w:val="0"/>
                <w:szCs w:val="24"/>
              </w:rPr>
              <w:t>Prawo rodzinne</w:t>
            </w:r>
            <w:r w:rsidRPr="004071AE" w:rsidR="004071AE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4071AE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 w:rsidRPr="004071AE" w:rsidR="004071AE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proofErr w:type="spellStart"/>
            <w:r w:rsidRPr="004071AE" w:rsidR="004071AE">
              <w:rPr>
                <w:rFonts w:ascii="Corbel" w:hAnsi="Corbel"/>
                <w:b w:val="0"/>
                <w:smallCaps w:val="0"/>
                <w:szCs w:val="24"/>
              </w:rPr>
              <w:t>Wolters</w:t>
            </w:r>
            <w:proofErr w:type="spellEnd"/>
            <w:r w:rsidRPr="004071AE" w:rsidR="004071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4071AE" w:rsidR="004071AE">
              <w:rPr>
                <w:rFonts w:ascii="Corbel" w:hAnsi="Corbel"/>
                <w:b w:val="0"/>
                <w:smallCaps w:val="0"/>
                <w:szCs w:val="24"/>
              </w:rPr>
              <w:t>Kluwer</w:t>
            </w:r>
            <w:proofErr w:type="spellEnd"/>
            <w:r w:rsidRPr="004071AE" w:rsidR="004071A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4071AE" w:rsidR="00D270B1" w:rsidP="00696743" w:rsidRDefault="00D270B1" w14:paraId="2951B29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71AE">
              <w:rPr>
                <w:rFonts w:ascii="Corbel" w:hAnsi="Corbel"/>
                <w:b w:val="0"/>
                <w:smallCaps w:val="0"/>
                <w:szCs w:val="24"/>
              </w:rPr>
              <w:t>Kodeks rodzinny i opiekuńczy z dnia 25.02.1964 (Dz.U.2012.788 j.t.),</w:t>
            </w:r>
          </w:p>
        </w:tc>
      </w:tr>
      <w:tr xmlns:wp14="http://schemas.microsoft.com/office/word/2010/wordml" w:rsidRPr="004071AE" w:rsidR="00D270B1" w:rsidTr="00696743" w14:paraId="66EC2FC3" wp14:textId="77777777">
        <w:trPr>
          <w:trHeight w:val="397"/>
        </w:trPr>
        <w:tc>
          <w:tcPr>
            <w:tcW w:w="7513" w:type="dxa"/>
          </w:tcPr>
          <w:p w:rsidRPr="004071AE" w:rsidR="00D270B1" w:rsidP="004071AE" w:rsidRDefault="00D270B1" w14:paraId="1616B1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71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4071AE" w:rsidR="00D270B1" w:rsidP="00696743" w:rsidRDefault="00866286" w14:paraId="20EECAC5" wp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Dąbrowska U., Stępniak A.,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Ignaczewski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Rucińska-Sech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</w:t>
            </w:r>
            <w:r w:rsidR="004071AE">
              <w:rPr>
                <w:rFonts w:ascii="Corbel" w:hAnsi="Corbel"/>
                <w:b w:val="0"/>
                <w:smallCaps w:val="0"/>
                <w:szCs w:val="24"/>
              </w:rPr>
              <w:t xml:space="preserve"> (20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4071AE">
              <w:rPr>
                <w:rFonts w:ascii="Corbel" w:hAnsi="Corbel"/>
                <w:b w:val="0"/>
                <w:smallCaps w:val="0"/>
                <w:szCs w:val="24"/>
              </w:rPr>
              <w:t xml:space="preserve">1). </w:t>
            </w:r>
            <w:r w:rsidRPr="00866286" w:rsidR="00D270B1">
              <w:rPr>
                <w:rFonts w:ascii="Corbel" w:hAnsi="Corbel"/>
                <w:b w:val="0"/>
                <w:i/>
                <w:smallCaps w:val="0"/>
                <w:szCs w:val="24"/>
              </w:rPr>
              <w:t>Rozwód i separacja</w:t>
            </w:r>
            <w:r w:rsidRPr="00866286">
              <w:rPr>
                <w:rFonts w:ascii="Corbel" w:hAnsi="Corbel"/>
                <w:b w:val="0"/>
                <w:i/>
                <w:smallCaps w:val="0"/>
                <w:szCs w:val="24"/>
              </w:rPr>
              <w:t>: komentarz</w:t>
            </w:r>
            <w:r w:rsidR="004071AE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4071AE" w:rsidR="00D270B1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 w:rsidR="004071AE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C.H. Beck.</w:t>
            </w:r>
          </w:p>
          <w:p w:rsidR="00816CF8" w:rsidP="00816CF8" w:rsidRDefault="00D270B1" w14:paraId="0A715A2B" wp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071AE">
              <w:rPr>
                <w:rFonts w:ascii="Corbel" w:hAnsi="Corbel"/>
                <w:b w:val="0"/>
                <w:smallCaps w:val="0"/>
                <w:szCs w:val="24"/>
              </w:rPr>
              <w:t>Ignaczewski</w:t>
            </w:r>
            <w:proofErr w:type="spellEnd"/>
            <w:r w:rsidR="00866286">
              <w:rPr>
                <w:rFonts w:ascii="Corbel" w:hAnsi="Corbel"/>
                <w:b w:val="0"/>
                <w:smallCaps w:val="0"/>
                <w:szCs w:val="24"/>
              </w:rPr>
              <w:t xml:space="preserve"> J. Karcz M., Maciejko W., Romańska M. (2016). </w:t>
            </w:r>
            <w:r w:rsidRPr="00866286">
              <w:rPr>
                <w:rFonts w:ascii="Corbel" w:hAnsi="Corbel"/>
                <w:b w:val="0"/>
                <w:i/>
                <w:smallCaps w:val="0"/>
                <w:szCs w:val="24"/>
              </w:rPr>
              <w:t>Alimenty</w:t>
            </w:r>
            <w:r w:rsidR="00866286">
              <w:rPr>
                <w:rFonts w:ascii="Corbel" w:hAnsi="Corbel"/>
                <w:b w:val="0"/>
                <w:smallCaps w:val="0"/>
                <w:szCs w:val="24"/>
              </w:rPr>
              <w:t>: komentarz. Warszawa: C.H. Beck.</w:t>
            </w:r>
          </w:p>
          <w:p w:rsidRPr="004071AE" w:rsidR="00D270B1" w:rsidP="00816CF8" w:rsidRDefault="00816CF8" w14:paraId="38276EEF" wp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Bodnar A., Gójska A., </w:t>
            </w:r>
            <w:proofErr w:type="spellStart"/>
            <w:r w:rsidRPr="004071AE" w:rsidR="00D270B1">
              <w:rPr>
                <w:rFonts w:ascii="Corbel" w:hAnsi="Corbel"/>
                <w:b w:val="0"/>
                <w:smallCaps w:val="0"/>
                <w:szCs w:val="24"/>
              </w:rPr>
              <w:t>Ignaczewski</w:t>
            </w:r>
            <w:proofErr w:type="spellEnd"/>
            <w:r w:rsidRPr="004071AE" w:rsidR="00D270B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Kuziak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L., Śledzińska-Simon, A.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Zegadło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 (2019).</w:t>
            </w:r>
            <w:r w:rsidRPr="004071AE" w:rsidR="00D270B1">
              <w:rPr>
                <w:rFonts w:ascii="Corbel" w:hAnsi="Corbel"/>
                <w:b w:val="0"/>
                <w:smallCaps w:val="0"/>
                <w:szCs w:val="24"/>
              </w:rPr>
              <w:t>Władza rodzicielska i kontakty z dzieckiem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komentarz.</w:t>
            </w:r>
            <w:r w:rsidRPr="004071AE" w:rsidR="00D270B1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C.H. Beck.</w:t>
            </w:r>
          </w:p>
        </w:tc>
      </w:tr>
    </w:tbl>
    <w:p xmlns:wp14="http://schemas.microsoft.com/office/word/2010/wordml" w:rsidRPr="004071AE" w:rsidR="0085747A" w:rsidP="00F56EC6" w:rsidRDefault="0085747A" w14:paraId="637805D2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027A3C" w:rsidP="00C16ABF" w:rsidRDefault="00027A3C" w14:paraId="3A0FF5F2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027A3C" w:rsidP="00C16ABF" w:rsidRDefault="00027A3C" w14:paraId="5630AD66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027A3C" w:rsidP="00C16ABF" w:rsidRDefault="00027A3C" w14:paraId="463F29E8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027A3C" w:rsidP="00C16ABF" w:rsidRDefault="00027A3C" w14:paraId="3B7B4B86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0395F" w:rsidRDefault="0030395F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FD3D8D"/>
    <w:multiLevelType w:val="hybridMultilevel"/>
    <w:tmpl w:val="21ECB68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0171ED"/>
    <w:multiLevelType w:val="hybridMultilevel"/>
    <w:tmpl w:val="C2327214"/>
    <w:lvl w:ilvl="0" w:tplc="57A6CEEA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E258F8"/>
    <w:multiLevelType w:val="hybridMultilevel"/>
    <w:tmpl w:val="6158E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6A22F7"/>
    <w:multiLevelType w:val="hybridMultilevel"/>
    <w:tmpl w:val="1A9064A6"/>
    <w:lvl w:ilvl="0" w:tplc="6752218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M2MTY3NzQ2NDMwMzNR0lEKTi0uzszPAykwqgUAqiI+sSwAAAA="/>
  </w:docVars>
  <w:rsids>
    <w:rsidRoot w:val="00BD66E9"/>
    <w:rsid w:val="000048FD"/>
    <w:rsid w:val="000077B4"/>
    <w:rsid w:val="00015B8F"/>
    <w:rsid w:val="00022ECE"/>
    <w:rsid w:val="00027A3C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1503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1644"/>
    <w:rsid w:val="001F2CA2"/>
    <w:rsid w:val="002144C0"/>
    <w:rsid w:val="00222CD8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D6C"/>
    <w:rsid w:val="003151C5"/>
    <w:rsid w:val="00331EFF"/>
    <w:rsid w:val="003343CF"/>
    <w:rsid w:val="00337409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71AE"/>
    <w:rsid w:val="00414E3C"/>
    <w:rsid w:val="0042244A"/>
    <w:rsid w:val="0042745A"/>
    <w:rsid w:val="00430F21"/>
    <w:rsid w:val="00431D5C"/>
    <w:rsid w:val="004362C6"/>
    <w:rsid w:val="00437FA2"/>
    <w:rsid w:val="00445970"/>
    <w:rsid w:val="00461EFC"/>
    <w:rsid w:val="004652C2"/>
    <w:rsid w:val="00466A9B"/>
    <w:rsid w:val="004706D1"/>
    <w:rsid w:val="00471326"/>
    <w:rsid w:val="0047598D"/>
    <w:rsid w:val="004840FD"/>
    <w:rsid w:val="00490F7D"/>
    <w:rsid w:val="00491678"/>
    <w:rsid w:val="00491BF9"/>
    <w:rsid w:val="004968E2"/>
    <w:rsid w:val="004A3EEA"/>
    <w:rsid w:val="004A4D1F"/>
    <w:rsid w:val="004D5282"/>
    <w:rsid w:val="004F1551"/>
    <w:rsid w:val="004F55A3"/>
    <w:rsid w:val="00501E75"/>
    <w:rsid w:val="0050496F"/>
    <w:rsid w:val="00513B6F"/>
    <w:rsid w:val="00517C63"/>
    <w:rsid w:val="005363C4"/>
    <w:rsid w:val="00536BDE"/>
    <w:rsid w:val="00537973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138F"/>
    <w:rsid w:val="00617230"/>
    <w:rsid w:val="00621CE1"/>
    <w:rsid w:val="00627FC9"/>
    <w:rsid w:val="00647FA8"/>
    <w:rsid w:val="00650C5F"/>
    <w:rsid w:val="00654934"/>
    <w:rsid w:val="00657C8C"/>
    <w:rsid w:val="006620D9"/>
    <w:rsid w:val="00671958"/>
    <w:rsid w:val="00675843"/>
    <w:rsid w:val="00696477"/>
    <w:rsid w:val="00696743"/>
    <w:rsid w:val="006D050F"/>
    <w:rsid w:val="006D6139"/>
    <w:rsid w:val="006E5160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58B8"/>
    <w:rsid w:val="00816CF8"/>
    <w:rsid w:val="0081707E"/>
    <w:rsid w:val="008216BC"/>
    <w:rsid w:val="008449B3"/>
    <w:rsid w:val="008552A2"/>
    <w:rsid w:val="0085747A"/>
    <w:rsid w:val="00866286"/>
    <w:rsid w:val="00875308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156A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863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88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0B1"/>
    <w:rsid w:val="00D352C9"/>
    <w:rsid w:val="00D425B2"/>
    <w:rsid w:val="00D428D6"/>
    <w:rsid w:val="00D552B2"/>
    <w:rsid w:val="00D608D1"/>
    <w:rsid w:val="00D74119"/>
    <w:rsid w:val="00D8075B"/>
    <w:rsid w:val="00D8678B"/>
    <w:rsid w:val="00D9575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8B4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C6775"/>
    <w:rsid w:val="00ED03AB"/>
    <w:rsid w:val="00ED32D2"/>
    <w:rsid w:val="00EE32DE"/>
    <w:rsid w:val="00EE5457"/>
    <w:rsid w:val="00F030F6"/>
    <w:rsid w:val="00F070AB"/>
    <w:rsid w:val="00F17567"/>
    <w:rsid w:val="00F207DC"/>
    <w:rsid w:val="00F27A7B"/>
    <w:rsid w:val="00F526AF"/>
    <w:rsid w:val="00F56EC6"/>
    <w:rsid w:val="00F617C3"/>
    <w:rsid w:val="00F7066B"/>
    <w:rsid w:val="00F83B28"/>
    <w:rsid w:val="00F93C82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A2BBCD"/>
    <w:rsid w:val="3ACFB935"/>
    <w:rsid w:val="53971AE6"/>
    <w:rsid w:val="58356DB1"/>
    <w:rsid w:val="65063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7BE61FE"/>
  <w15:chartTrackingRefBased/>
  <w15:docId w15:val="{06642EC9-E177-4336-BEC9-47FC4EEE521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val="x-none"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31E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1EFF"/>
    <w:rPr>
      <w:sz w:val="20"/>
      <w:szCs w:val="20"/>
      <w:lang w:val="x-none"/>
    </w:rPr>
  </w:style>
  <w:style w:type="character" w:styleId="TekstkomentarzaZnak" w:customStyle="1">
    <w:name w:val="Tekst komentarza Znak"/>
    <w:link w:val="Tekstkomentarza"/>
    <w:uiPriority w:val="99"/>
    <w:semiHidden/>
    <w:rsid w:val="00331EF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EFF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331EFF"/>
    <w:rPr>
      <w:rFonts w:ascii="Calibri" w:hAnsi="Calibri"/>
      <w:b/>
      <w:bCs/>
      <w:lang w:eastAsia="en-US"/>
    </w:rPr>
  </w:style>
  <w:style w:type="character" w:styleId="wrtext" w:customStyle="1">
    <w:name w:val="wrtext"/>
    <w:basedOn w:val="Domylnaczcionkaakapitu"/>
    <w:rsid w:val="00EC67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A75FE7-C109-4585-A938-53D56109D6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44C051-8A60-40CD-8CDB-367A0AF9965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832492E-9123-4C34-A7BB-4C84D94D9D2F}"/>
</file>

<file path=customXml/itemProps4.xml><?xml version="1.0" encoding="utf-8"?>
<ds:datastoreItem xmlns:ds="http://schemas.openxmlformats.org/officeDocument/2006/customXml" ds:itemID="{4541638F-2EC6-46F5-828F-DA12C4FE389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Jamroży Krzysztof</cp:lastModifiedBy>
  <cp:revision>10</cp:revision>
  <cp:lastPrinted>2019-02-06T22:12:00Z</cp:lastPrinted>
  <dcterms:created xsi:type="dcterms:W3CDTF">2021-09-21T13:00:00Z</dcterms:created>
  <dcterms:modified xsi:type="dcterms:W3CDTF">2021-09-21T13:10:22Z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